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3107B" w:rsidP="002128CD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výměna výtahu na BD č. p. </w:t>
            </w:r>
            <w:r w:rsidR="005C6439">
              <w:rPr>
                <w:b/>
                <w:bCs/>
                <w:caps/>
                <w:color w:val="FF0000"/>
                <w:sz w:val="24"/>
              </w:rPr>
              <w:t>2060</w:t>
            </w:r>
            <w:r>
              <w:rPr>
                <w:b/>
                <w:bCs/>
                <w:caps/>
                <w:color w:val="FF0000"/>
                <w:sz w:val="24"/>
              </w:rPr>
              <w:t>, uherský brod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C643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367F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107B"/>
    <w:rsid w:val="00E35582"/>
    <w:rsid w:val="00E629F0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DC5CE-A40B-4896-AC50-B4F7AC966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FDD3DB1.dotm</Template>
  <TotalTime>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2026-02-09T14:03:00Z</dcterms:created>
  <dcterms:modified xsi:type="dcterms:W3CDTF">2026-02-20T12:18:00Z</dcterms:modified>
</cp:coreProperties>
</file>